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77777777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2020-2022</w:t>
      </w:r>
      <w:r w:rsidR="005D21F6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74694F6" w14:textId="77777777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9EA53D3" w:rsidR="0085747A" w:rsidRPr="009C54AE" w:rsidRDefault="00B52F3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3F4FD1EC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3791F883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117A7D4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0438342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C5CC4" w14:textId="77777777" w:rsidR="00C22041" w:rsidRDefault="00C22041" w:rsidP="00C16ABF">
      <w:pPr>
        <w:spacing w:after="0" w:line="240" w:lineRule="auto"/>
      </w:pPr>
      <w:r>
        <w:separator/>
      </w:r>
    </w:p>
  </w:endnote>
  <w:endnote w:type="continuationSeparator" w:id="0">
    <w:p w14:paraId="60EB7312" w14:textId="77777777" w:rsidR="00C22041" w:rsidRDefault="00C220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35A13" w14:textId="77777777" w:rsidR="00C22041" w:rsidRDefault="00C22041" w:rsidP="00C16ABF">
      <w:pPr>
        <w:spacing w:after="0" w:line="240" w:lineRule="auto"/>
      </w:pPr>
      <w:r>
        <w:separator/>
      </w:r>
    </w:p>
  </w:footnote>
  <w:footnote w:type="continuationSeparator" w:id="0">
    <w:p w14:paraId="7CF7617B" w14:textId="77777777" w:rsidR="00C22041" w:rsidRDefault="00C22041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7FE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F3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41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9BC143-5D15-4C06-91B1-DF85B3A1D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B75008-EF2B-479C-826C-82461D16E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1214</Words>
  <Characters>7284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2020-12-20T16:58:00Z</dcterms:created>
  <dcterms:modified xsi:type="dcterms:W3CDTF">2020-12-20T16:59:00Z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